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6F26E" w14:textId="77777777" w:rsidR="00532971" w:rsidRPr="00534C2B" w:rsidRDefault="00532971" w:rsidP="00534C2B">
      <w:pPr>
        <w:spacing w:line="360" w:lineRule="auto"/>
        <w:ind w:left="4536"/>
        <w:rPr>
          <w:rFonts w:asciiTheme="minorHAnsi" w:eastAsia="Calibri" w:hAnsiTheme="minorHAnsi" w:cstheme="minorHAnsi"/>
          <w:b/>
        </w:rPr>
      </w:pPr>
      <w:bookmarkStart w:id="0" w:name="_GoBack"/>
      <w:bookmarkEnd w:id="0"/>
    </w:p>
    <w:p w14:paraId="169F21FB" w14:textId="77777777" w:rsidR="005B424C" w:rsidRPr="00534C2B" w:rsidRDefault="005B424C" w:rsidP="00534C2B">
      <w:pPr>
        <w:spacing w:line="360" w:lineRule="auto"/>
        <w:ind w:left="4536"/>
        <w:rPr>
          <w:rFonts w:asciiTheme="minorHAnsi" w:eastAsia="Calibri" w:hAnsiTheme="minorHAnsi" w:cstheme="minorHAnsi"/>
          <w:b/>
        </w:rPr>
      </w:pPr>
      <w:r w:rsidRPr="00534C2B">
        <w:rPr>
          <w:rFonts w:asciiTheme="minorHAnsi" w:eastAsia="Calibri" w:hAnsiTheme="minorHAnsi" w:cstheme="minorHAnsi"/>
          <w:b/>
        </w:rPr>
        <w:t xml:space="preserve">Jacek Paziewski </w:t>
      </w:r>
    </w:p>
    <w:p w14:paraId="71E7609D" w14:textId="77777777" w:rsidR="005B424C" w:rsidRPr="00534C2B" w:rsidRDefault="005B424C" w:rsidP="00534C2B">
      <w:pPr>
        <w:spacing w:line="360" w:lineRule="auto"/>
        <w:ind w:left="4536"/>
        <w:rPr>
          <w:rFonts w:asciiTheme="minorHAnsi" w:eastAsia="Calibri" w:hAnsiTheme="minorHAnsi" w:cstheme="minorHAnsi"/>
          <w:b/>
        </w:rPr>
      </w:pPr>
      <w:r w:rsidRPr="00534C2B">
        <w:rPr>
          <w:rFonts w:asciiTheme="minorHAnsi" w:eastAsia="Calibri" w:hAnsiTheme="minorHAnsi" w:cstheme="minorHAnsi"/>
          <w:b/>
        </w:rPr>
        <w:t>Sekretarz Komitetu</w:t>
      </w:r>
    </w:p>
    <w:p w14:paraId="54725D59" w14:textId="7FACE749" w:rsidR="005B424C" w:rsidRDefault="005B424C" w:rsidP="00534C2B">
      <w:pPr>
        <w:spacing w:line="360" w:lineRule="auto"/>
        <w:ind w:left="4536"/>
        <w:rPr>
          <w:rFonts w:asciiTheme="minorHAnsi" w:eastAsia="Calibri" w:hAnsiTheme="minorHAnsi" w:cstheme="minorHAnsi"/>
          <w:b/>
        </w:rPr>
      </w:pPr>
      <w:r w:rsidRPr="00534C2B">
        <w:rPr>
          <w:rFonts w:asciiTheme="minorHAnsi" w:eastAsia="Calibri" w:hAnsiTheme="minorHAnsi" w:cstheme="minorHAnsi"/>
          <w:b/>
        </w:rPr>
        <w:t>Rady Ministrów do Spraw Cyfryzacji</w:t>
      </w:r>
    </w:p>
    <w:p w14:paraId="2731DC19" w14:textId="77777777" w:rsidR="00534C2B" w:rsidRPr="00534C2B" w:rsidRDefault="00534C2B" w:rsidP="00534C2B">
      <w:pPr>
        <w:spacing w:line="360" w:lineRule="auto"/>
        <w:ind w:left="4536"/>
        <w:rPr>
          <w:rFonts w:asciiTheme="minorHAnsi" w:eastAsia="Calibri" w:hAnsiTheme="minorHAnsi" w:cstheme="minorHAnsi"/>
          <w:b/>
        </w:rPr>
      </w:pPr>
    </w:p>
    <w:p w14:paraId="68A68B24" w14:textId="77777777" w:rsidR="00534C2B" w:rsidRDefault="00534C2B" w:rsidP="00534C2B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7C345493" w14:textId="7CBC8E28" w:rsidR="00534C2B" w:rsidRPr="00534C2B" w:rsidRDefault="005B424C" w:rsidP="00534C2B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534C2B">
        <w:rPr>
          <w:rFonts w:asciiTheme="minorHAnsi" w:hAnsiTheme="minorHAnsi" w:cstheme="minorHAnsi"/>
          <w:i/>
        </w:rPr>
        <w:t>Szanowny Panie Sekretarzu,</w:t>
      </w:r>
    </w:p>
    <w:p w14:paraId="7516EB12" w14:textId="1E98B795" w:rsidR="005B424C" w:rsidRPr="00534C2B" w:rsidRDefault="005B424C" w:rsidP="00534C2B">
      <w:pPr>
        <w:spacing w:line="360" w:lineRule="auto"/>
        <w:jc w:val="both"/>
        <w:rPr>
          <w:rFonts w:asciiTheme="minorHAnsi" w:hAnsiTheme="minorHAnsi" w:cstheme="minorHAnsi"/>
        </w:rPr>
      </w:pPr>
      <w:r w:rsidRPr="00534C2B">
        <w:rPr>
          <w:rFonts w:asciiTheme="minorHAnsi" w:hAnsiTheme="minorHAnsi" w:cstheme="minorHAnsi"/>
        </w:rPr>
        <w:t xml:space="preserve">w nawiązaniu do przekazanego przez Ministra Spraw Wewnętrznych i Administracji projektu ustawy </w:t>
      </w:r>
      <w:r w:rsidR="00532971" w:rsidRPr="00534C2B">
        <w:rPr>
          <w:rFonts w:asciiTheme="minorHAnsi" w:hAnsiTheme="minorHAnsi" w:cstheme="minorHAnsi"/>
          <w:b/>
        </w:rPr>
        <w:t>o </w:t>
      </w:r>
      <w:r w:rsidRPr="00534C2B">
        <w:rPr>
          <w:rFonts w:asciiTheme="minorHAnsi" w:hAnsiTheme="minorHAnsi" w:cstheme="minorHAnsi"/>
          <w:b/>
        </w:rPr>
        <w:t>dokumentach paszportowych (UD180)</w:t>
      </w:r>
      <w:r w:rsidRPr="00534C2B">
        <w:rPr>
          <w:rFonts w:asciiTheme="minorHAnsi" w:hAnsiTheme="minorHAnsi" w:cstheme="minorHAnsi"/>
        </w:rPr>
        <w:t xml:space="preserve"> uprzejmie informuję, że w związku z</w:t>
      </w:r>
      <w:r w:rsidR="00534C2B">
        <w:rPr>
          <w:rFonts w:asciiTheme="minorHAnsi" w:hAnsiTheme="minorHAnsi" w:cstheme="minorHAnsi"/>
        </w:rPr>
        <w:t> </w:t>
      </w:r>
      <w:r w:rsidRPr="00534C2B">
        <w:rPr>
          <w:rFonts w:asciiTheme="minorHAnsi" w:hAnsiTheme="minorHAnsi" w:cstheme="minorHAnsi"/>
        </w:rPr>
        <w:t>uwzględnieniem uwag</w:t>
      </w:r>
      <w:r w:rsidR="00863733" w:rsidRPr="00534C2B">
        <w:rPr>
          <w:rFonts w:asciiTheme="minorHAnsi" w:hAnsiTheme="minorHAnsi" w:cstheme="minorHAnsi"/>
        </w:rPr>
        <w:t>i</w:t>
      </w:r>
      <w:r w:rsidRPr="00534C2B">
        <w:rPr>
          <w:rFonts w:asciiTheme="minorHAnsi" w:hAnsiTheme="minorHAnsi" w:cstheme="minorHAnsi"/>
        </w:rPr>
        <w:t xml:space="preserve"> Ministra Cyfryzacji akceptuję projekt w obecnym kształcie.</w:t>
      </w:r>
    </w:p>
    <w:p w14:paraId="5139C0F4" w14:textId="77777777" w:rsidR="00534C2B" w:rsidRDefault="00534C2B" w:rsidP="00F6753C">
      <w:pPr>
        <w:autoSpaceDE w:val="0"/>
        <w:autoSpaceDN w:val="0"/>
        <w:adjustRightInd w:val="0"/>
        <w:ind w:left="6237"/>
        <w:rPr>
          <w:rFonts w:asciiTheme="minorHAnsi" w:hAnsiTheme="minorHAnsi" w:cstheme="minorHAnsi"/>
          <w:i/>
          <w:iCs/>
        </w:rPr>
      </w:pPr>
    </w:p>
    <w:p w14:paraId="79D28EC4" w14:textId="77777777" w:rsidR="00534C2B" w:rsidRDefault="00534C2B" w:rsidP="00F6753C">
      <w:pPr>
        <w:autoSpaceDE w:val="0"/>
        <w:autoSpaceDN w:val="0"/>
        <w:adjustRightInd w:val="0"/>
        <w:ind w:left="6237"/>
        <w:rPr>
          <w:rFonts w:asciiTheme="minorHAnsi" w:hAnsiTheme="minorHAnsi" w:cstheme="minorHAnsi"/>
          <w:i/>
          <w:iCs/>
        </w:rPr>
      </w:pPr>
    </w:p>
    <w:p w14:paraId="507D149C" w14:textId="77777777" w:rsidR="00534C2B" w:rsidRDefault="00534C2B" w:rsidP="00F6753C">
      <w:pPr>
        <w:autoSpaceDE w:val="0"/>
        <w:autoSpaceDN w:val="0"/>
        <w:adjustRightInd w:val="0"/>
        <w:ind w:left="6237"/>
        <w:rPr>
          <w:rFonts w:asciiTheme="minorHAnsi" w:hAnsiTheme="minorHAnsi" w:cstheme="minorHAnsi"/>
          <w:i/>
          <w:iCs/>
        </w:rPr>
      </w:pPr>
    </w:p>
    <w:p w14:paraId="5178EFBF" w14:textId="77777777" w:rsidR="00534C2B" w:rsidRDefault="00534C2B" w:rsidP="00F6753C">
      <w:pPr>
        <w:autoSpaceDE w:val="0"/>
        <w:autoSpaceDN w:val="0"/>
        <w:adjustRightInd w:val="0"/>
        <w:ind w:left="6237"/>
        <w:rPr>
          <w:rFonts w:asciiTheme="minorHAnsi" w:hAnsiTheme="minorHAnsi" w:cstheme="minorHAnsi"/>
          <w:i/>
          <w:iCs/>
        </w:rPr>
      </w:pPr>
    </w:p>
    <w:p w14:paraId="356B9D3F" w14:textId="77777777" w:rsidR="00534C2B" w:rsidRDefault="00534C2B" w:rsidP="00F6753C">
      <w:pPr>
        <w:autoSpaceDE w:val="0"/>
        <w:autoSpaceDN w:val="0"/>
        <w:adjustRightInd w:val="0"/>
        <w:ind w:left="6237"/>
        <w:rPr>
          <w:rFonts w:asciiTheme="minorHAnsi" w:hAnsiTheme="minorHAnsi" w:cstheme="minorHAnsi"/>
          <w:i/>
          <w:iCs/>
        </w:rPr>
      </w:pPr>
    </w:p>
    <w:p w14:paraId="0B44F6EC" w14:textId="27925FA2" w:rsidR="000A71A0" w:rsidRPr="00534C2B" w:rsidRDefault="000A71A0" w:rsidP="00F6753C">
      <w:pPr>
        <w:autoSpaceDE w:val="0"/>
        <w:autoSpaceDN w:val="0"/>
        <w:adjustRightInd w:val="0"/>
        <w:ind w:left="6237"/>
        <w:rPr>
          <w:rFonts w:asciiTheme="minorHAnsi" w:hAnsiTheme="minorHAnsi" w:cstheme="minorHAnsi"/>
          <w:i/>
          <w:iCs/>
        </w:rPr>
      </w:pPr>
      <w:r w:rsidRPr="00534C2B">
        <w:rPr>
          <w:rFonts w:asciiTheme="minorHAnsi" w:hAnsiTheme="minorHAnsi" w:cstheme="minorHAnsi"/>
          <w:i/>
          <w:iCs/>
        </w:rPr>
        <w:t>Z poważaniem</w:t>
      </w:r>
    </w:p>
    <w:p w14:paraId="6FC16611" w14:textId="77777777" w:rsidR="000A71A0" w:rsidRPr="00534C2B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69758C11" w14:textId="77777777" w:rsidR="000A71A0" w:rsidRPr="00534C2B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534C2B">
        <w:rPr>
          <w:rFonts w:asciiTheme="minorHAnsi" w:hAnsiTheme="minorHAnsi" w:cstheme="minorHAnsi"/>
          <w:b/>
          <w:bCs/>
        </w:rPr>
        <w:t xml:space="preserve">z up. </w:t>
      </w:r>
      <w:r w:rsidR="005B424C" w:rsidRPr="00534C2B">
        <w:rPr>
          <w:rFonts w:asciiTheme="minorHAnsi" w:hAnsiTheme="minorHAnsi" w:cstheme="minorHAnsi"/>
          <w:b/>
          <w:bCs/>
        </w:rPr>
        <w:t>Adam Andruszkiewicz</w:t>
      </w:r>
    </w:p>
    <w:p w14:paraId="5D8B459C" w14:textId="77777777" w:rsidR="000A71A0" w:rsidRPr="00534C2B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534C2B">
        <w:rPr>
          <w:rFonts w:asciiTheme="minorHAnsi" w:hAnsiTheme="minorHAnsi" w:cstheme="minorHAnsi"/>
          <w:b/>
          <w:bCs/>
        </w:rPr>
        <w:t>Sekretarz Stanu</w:t>
      </w:r>
    </w:p>
    <w:p w14:paraId="42FA5EEB" w14:textId="77777777" w:rsidR="00EA13E5" w:rsidRPr="00534C2B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534C2B">
        <w:rPr>
          <w:rFonts w:asciiTheme="minorHAnsi" w:hAnsiTheme="minorHAnsi" w:cstheme="minorHAnsi"/>
          <w:b/>
          <w:bCs/>
        </w:rPr>
        <w:t>w Kancelarii Prezesa Rady Ministrów</w:t>
      </w:r>
    </w:p>
    <w:p w14:paraId="1A1830C5" w14:textId="77777777" w:rsidR="000A71A0" w:rsidRPr="00534C2B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14:paraId="2D13AF6A" w14:textId="77777777" w:rsidR="000A71A0" w:rsidRPr="00534C2B" w:rsidRDefault="000A71A0" w:rsidP="000A71A0">
      <w:pPr>
        <w:ind w:left="4860"/>
        <w:jc w:val="center"/>
        <w:rPr>
          <w:rFonts w:asciiTheme="minorHAnsi" w:hAnsiTheme="minorHAnsi" w:cstheme="minorHAnsi"/>
          <w:i/>
        </w:rPr>
      </w:pPr>
      <w:r w:rsidRPr="00534C2B">
        <w:rPr>
          <w:rFonts w:asciiTheme="minorHAnsi" w:hAnsiTheme="minorHAnsi" w:cstheme="minorHAnsi"/>
          <w:i/>
        </w:rPr>
        <w:t>/podpisano kwalifikowanym podpisem elektronicznym/</w:t>
      </w:r>
    </w:p>
    <w:p w14:paraId="673D31AC" w14:textId="77777777" w:rsidR="006D7FE8" w:rsidRPr="00534C2B" w:rsidRDefault="006D7FE8" w:rsidP="004633D0">
      <w:pPr>
        <w:rPr>
          <w:rFonts w:asciiTheme="minorHAnsi" w:eastAsia="Calibri" w:hAnsiTheme="minorHAnsi" w:cstheme="minorHAnsi"/>
          <w:lang w:eastAsia="en-US"/>
        </w:rPr>
      </w:pPr>
      <w:r w:rsidRPr="00534C2B">
        <w:rPr>
          <w:rFonts w:asciiTheme="minorHAnsi" w:eastAsia="Calibri" w:hAnsiTheme="minorHAnsi" w:cstheme="minorHAnsi"/>
          <w:lang w:eastAsia="en-US"/>
        </w:rPr>
        <w:t xml:space="preserve"> </w:t>
      </w:r>
    </w:p>
    <w:sectPr w:rsidR="006D7FE8" w:rsidRPr="00534C2B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78452" w14:textId="77777777" w:rsidR="00177EE7" w:rsidRDefault="00177EE7">
      <w:r>
        <w:separator/>
      </w:r>
    </w:p>
  </w:endnote>
  <w:endnote w:type="continuationSeparator" w:id="0">
    <w:p w14:paraId="0BBEF215" w14:textId="77777777" w:rsidR="00177EE7" w:rsidRDefault="0017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BBDD9" w14:textId="77777777"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C575D5E" wp14:editId="0EA59E8B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6325B7" w14:textId="77777777"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575D5E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14:paraId="796325B7" w14:textId="77777777"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2BFE13D" wp14:editId="1630911E">
          <wp:extent cx="5400040" cy="96139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C5A91" w14:textId="77777777"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 wp14:anchorId="2111E869" wp14:editId="470DD9A3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11" name="Obraz 11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AFF07" w14:textId="77777777" w:rsidR="00177EE7" w:rsidRDefault="00177EE7">
      <w:r>
        <w:separator/>
      </w:r>
    </w:p>
  </w:footnote>
  <w:footnote w:type="continuationSeparator" w:id="0">
    <w:p w14:paraId="6FBB4010" w14:textId="77777777" w:rsidR="00177EE7" w:rsidRDefault="00177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76261" w14:textId="77777777" w:rsidR="007018D3" w:rsidRDefault="007018D3" w:rsidP="007018D3">
    <w:pPr>
      <w:pStyle w:val="Nagwek"/>
      <w:jc w:val="right"/>
    </w:pPr>
  </w:p>
  <w:p w14:paraId="3A460A44" w14:textId="77777777" w:rsidR="007018D3" w:rsidRDefault="007018D3" w:rsidP="007018D3">
    <w:pPr>
      <w:pStyle w:val="Nagwek"/>
      <w:jc w:val="right"/>
    </w:pPr>
  </w:p>
  <w:p w14:paraId="2C04A341" w14:textId="66AD9F55"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03BE8F7" wp14:editId="75653DFE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4945D7" w14:textId="77777777" w:rsidR="0033475C" w:rsidRPr="00DA3527" w:rsidRDefault="00850AC9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</w:t>
                          </w:r>
                          <w:r w:rsidR="005B424C" w:rsidRPr="005B424C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WLA.0641.213.2021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3BE8F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14:paraId="164945D7" w14:textId="77777777" w:rsidR="0033475C" w:rsidRPr="00DA3527" w:rsidRDefault="00850AC9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1" w:name="ezdSprawaZnak"/>
                    <w:bookmarkEnd w:id="1"/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</w:t>
                    </w:r>
                    <w:r w:rsidR="005B424C" w:rsidRPr="005B424C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WLA.0641.213.2021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808398D" wp14:editId="7E94AEDC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9DA87D" w14:textId="77777777"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808398D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14:paraId="389DA87D" w14:textId="77777777"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 wp14:anchorId="2905298E" wp14:editId="4617FB56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0" name="Obraz 10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>Warszawa, dnia</w:t>
    </w:r>
    <w:r w:rsidR="0057278D">
      <w:t xml:space="preserve"> </w:t>
    </w:r>
    <w:r w:rsidR="00534C2B">
      <w:t>21</w:t>
    </w:r>
    <w:r w:rsidR="0057278D">
      <w:t xml:space="preserve"> czerwca</w:t>
    </w:r>
    <w:r w:rsidR="00850AC9">
      <w:t xml:space="preserve"> 2021</w:t>
    </w:r>
    <w:bookmarkStart w:id="2" w:name="ezdDataPodpisu"/>
    <w:bookmarkEnd w:id="2"/>
    <w:r w:rsidR="007018D3"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82766"/>
    <w:rsid w:val="000A71A0"/>
    <w:rsid w:val="000D026F"/>
    <w:rsid w:val="001135DE"/>
    <w:rsid w:val="0012268A"/>
    <w:rsid w:val="00122951"/>
    <w:rsid w:val="00177EE7"/>
    <w:rsid w:val="001E0156"/>
    <w:rsid w:val="002A0DA3"/>
    <w:rsid w:val="002A2970"/>
    <w:rsid w:val="002A2B07"/>
    <w:rsid w:val="002B3BDD"/>
    <w:rsid w:val="002C0265"/>
    <w:rsid w:val="002D6DAA"/>
    <w:rsid w:val="0033475C"/>
    <w:rsid w:val="003B4B55"/>
    <w:rsid w:val="00404F0E"/>
    <w:rsid w:val="00417572"/>
    <w:rsid w:val="00420DDB"/>
    <w:rsid w:val="00433553"/>
    <w:rsid w:val="00446181"/>
    <w:rsid w:val="004633D0"/>
    <w:rsid w:val="00495DA1"/>
    <w:rsid w:val="004F20D4"/>
    <w:rsid w:val="00506976"/>
    <w:rsid w:val="00516A5C"/>
    <w:rsid w:val="00532971"/>
    <w:rsid w:val="00534C2B"/>
    <w:rsid w:val="00554DA7"/>
    <w:rsid w:val="0057278D"/>
    <w:rsid w:val="0058723A"/>
    <w:rsid w:val="005B424C"/>
    <w:rsid w:val="005C7EB9"/>
    <w:rsid w:val="005E753F"/>
    <w:rsid w:val="0060027F"/>
    <w:rsid w:val="00656931"/>
    <w:rsid w:val="006A5C4D"/>
    <w:rsid w:val="006B6F70"/>
    <w:rsid w:val="006D7FE8"/>
    <w:rsid w:val="007018D3"/>
    <w:rsid w:val="00741481"/>
    <w:rsid w:val="007668D5"/>
    <w:rsid w:val="007A354D"/>
    <w:rsid w:val="007B7069"/>
    <w:rsid w:val="007E109E"/>
    <w:rsid w:val="00806126"/>
    <w:rsid w:val="0081676D"/>
    <w:rsid w:val="00850AC9"/>
    <w:rsid w:val="00863733"/>
    <w:rsid w:val="0089484A"/>
    <w:rsid w:val="008B1D7E"/>
    <w:rsid w:val="00935D23"/>
    <w:rsid w:val="00964629"/>
    <w:rsid w:val="009C2C00"/>
    <w:rsid w:val="009D4211"/>
    <w:rsid w:val="009D4F4F"/>
    <w:rsid w:val="009E3206"/>
    <w:rsid w:val="00A363B8"/>
    <w:rsid w:val="00A436D1"/>
    <w:rsid w:val="00A471BD"/>
    <w:rsid w:val="00A855BA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D0B8A"/>
    <w:rsid w:val="00CF13E8"/>
    <w:rsid w:val="00D05B72"/>
    <w:rsid w:val="00D23D4A"/>
    <w:rsid w:val="00D80B49"/>
    <w:rsid w:val="00DA0A66"/>
    <w:rsid w:val="00E35603"/>
    <w:rsid w:val="00E86BDA"/>
    <w:rsid w:val="00EA13E5"/>
    <w:rsid w:val="00EA7F17"/>
    <w:rsid w:val="00EB1133"/>
    <w:rsid w:val="00EE5458"/>
    <w:rsid w:val="00F10BA4"/>
    <w:rsid w:val="00F6753C"/>
    <w:rsid w:val="00F756EF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340835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ARTartustawynprozporzdzenia">
    <w:name w:val="ART(§) – art. ustawy (§ np. rozporządzenia)"/>
    <w:uiPriority w:val="11"/>
    <w:qFormat/>
    <w:rsid w:val="0089484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60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Gałązka</dc:creator>
  <cp:keywords/>
  <cp:lastModifiedBy>Anna Gałązka</cp:lastModifiedBy>
  <cp:revision>2</cp:revision>
  <dcterms:created xsi:type="dcterms:W3CDTF">2021-06-23T09:59:00Z</dcterms:created>
  <dcterms:modified xsi:type="dcterms:W3CDTF">2021-06-23T09:59:00Z</dcterms:modified>
</cp:coreProperties>
</file>